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1C39BC">
        <w:rPr>
          <w:rFonts w:ascii="Corbel" w:hAnsi="Corbel"/>
          <w:sz w:val="20"/>
          <w:szCs w:val="20"/>
        </w:rPr>
        <w:t>20/2021</w:t>
      </w:r>
      <w:r w:rsidR="00006EF4">
        <w:rPr>
          <w:rFonts w:ascii="Corbel" w:hAnsi="Corbel"/>
          <w:sz w:val="20"/>
          <w:szCs w:val="20"/>
        </w:rPr>
        <w:t xml:space="preserve">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6DA9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36DA9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759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759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4152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152A7">
              <w:rPr>
                <w:rFonts w:ascii="Corbel" w:hAnsi="Corbel"/>
                <w:b w:val="0"/>
                <w:sz w:val="24"/>
                <w:szCs w:val="24"/>
              </w:rPr>
              <w:t>drugiego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B3F6E" w:rsidRPr="009C54AE" w:rsidRDefault="00BB3F6E" w:rsidP="00BB3F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152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4.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7598D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152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41423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1F46B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współczesne nurty w pedagogice opiekuńczej, współczesne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koncepcje metodyki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pracy opiekuńczo-wychowawczej</w:t>
            </w:r>
            <w:r w:rsidR="004152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1F46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metodyka pracy opiekuńczo-wychowawczej,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</w:t>
            </w:r>
            <w:r w:rsidR="00AC162D">
              <w:rPr>
                <w:rFonts w:ascii="Corbel" w:hAnsi="Corbel"/>
                <w:sz w:val="24"/>
                <w:szCs w:val="24"/>
              </w:rPr>
              <w:t>z funkcjami i zadaniami, a także prawnymi podstawami pracy  placówek – elementów polskiego systemu oświaty.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4128D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4128D7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oraz metodyką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działalności wychowawczej i opiekuńczej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możliwościami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optymalizacji różnych sfer </w:t>
            </w:r>
            <w:r w:rsidR="00AC162D">
              <w:rPr>
                <w:rFonts w:ascii="Corbel" w:hAnsi="Corbel"/>
                <w:sz w:val="24"/>
                <w:szCs w:val="24"/>
              </w:rPr>
              <w:t>ich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pedagogicznych placówek oświatowych, sposobami realizacji przez nich zawodowych obowiązków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AC162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>opiekuńczo-wychowawczy adresowanych do różnych grup.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Motywowanie studentów do </w:t>
            </w:r>
            <w:r w:rsidR="00AC162D">
              <w:rPr>
                <w:rFonts w:ascii="Corbel" w:hAnsi="Corbel"/>
                <w:b w:val="0"/>
                <w:sz w:val="24"/>
                <w:szCs w:val="24"/>
              </w:rPr>
              <w:t xml:space="preserve">systematycznego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E5FA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E5FAF" w:rsidP="00BE5F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937ED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znaczenie środowiska lokalnego i instytucji życia społecznego w przebiegu procesów opiekuńczo-wychowawczych w placówkach oświatowych.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1F46BA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937ED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specyfikę funkcjonowania elementów systemu edukacji w Polsce, odnosząc się do prawnych podstaw ich działalności. 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</w:t>
            </w:r>
            <w:r w:rsidR="001F46BA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1F46BA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charakterystyczne cechy współczesnej cywilizacji, w tym zakłócenia komunikacji oraz ich wpływ na pracę pedagogiczną.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Przeanalizuje przykładowe sytuacje edukacyjne i opiekuńczo-wychowawcze zaobserwowane w trakcie praktyki oraz dokona diagnozy. 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1F46BA" w:rsidRPr="00BE3CC0" w:rsidRDefault="001C39B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propozycję oddziaływań pedagogicznych, zrealizuje je oraz dokona ewaluacji.</w:t>
            </w:r>
          </w:p>
        </w:tc>
        <w:tc>
          <w:tcPr>
            <w:tcW w:w="1873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sposoby rozwiązania trudnych sytuacji wychowawczych zaobserwowanych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1F46BA" w:rsidRPr="00BE3CC0" w:rsidRDefault="001C39BC" w:rsidP="001C39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walory i niedostatki swojego przygotowania do pracy pedagogicznej (w zakresie wiedzy i umiejętności), opisze możliwości podniesienia swoich kompetencji zawodowych.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</w:t>
            </w:r>
            <w:r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1F46BA" w:rsidRPr="009C54AE" w:rsidTr="005E6E85">
        <w:tc>
          <w:tcPr>
            <w:tcW w:w="1701" w:type="dxa"/>
          </w:tcPr>
          <w:p w:rsidR="001F46BA" w:rsidRPr="00BE3CC0" w:rsidRDefault="001F46BA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1F46BA" w:rsidRPr="00BE3CC0" w:rsidRDefault="001C39BC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Odwoła się do zasad etyki zawodowej przy indywidualnej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zespołowej realizacji zadań w trakcie praktyki.</w:t>
            </w:r>
          </w:p>
        </w:tc>
        <w:tc>
          <w:tcPr>
            <w:tcW w:w="1873" w:type="dxa"/>
          </w:tcPr>
          <w:p w:rsidR="001F46BA" w:rsidRPr="00BE3CC0" w:rsidRDefault="001F46B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lastRenderedPageBreak/>
              <w:t>K_K0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4128D7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przepisami prawnymi oraz wewnętrznymi dokumentami </w:t>
            </w:r>
            <w:r>
              <w:rPr>
                <w:rFonts w:ascii="Corbel" w:hAnsi="Corbel"/>
                <w:sz w:val="24"/>
                <w:szCs w:val="24"/>
              </w:rPr>
              <w:t xml:space="preserve">regulującymi pracę </w:t>
            </w:r>
            <w:r w:rsidR="00AC162D">
              <w:rPr>
                <w:rFonts w:ascii="Corbel" w:hAnsi="Corbel"/>
                <w:sz w:val="24"/>
                <w:szCs w:val="24"/>
              </w:rPr>
              <w:t>placówek oświatowych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 w:rsidR="00AC162D">
              <w:rPr>
                <w:rFonts w:ascii="Corbel" w:hAnsi="Corbel"/>
                <w:sz w:val="24"/>
                <w:szCs w:val="24"/>
              </w:rPr>
              <w:t>placówek – elementów systemu oświaty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</w:t>
            </w:r>
            <w:r w:rsidR="004128D7">
              <w:rPr>
                <w:rFonts w:ascii="Corbel" w:hAnsi="Corbel"/>
                <w:sz w:val="24"/>
                <w:szCs w:val="24"/>
              </w:rPr>
              <w:t>, obserwacja prowadzonych zajęć</w:t>
            </w:r>
            <w:r w:rsidRPr="00B7686D">
              <w:rPr>
                <w:rFonts w:ascii="Corbel" w:hAnsi="Corbel"/>
                <w:sz w:val="24"/>
                <w:szCs w:val="24"/>
              </w:rPr>
              <w:t>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 w:rsidR="00AC162D">
              <w:rPr>
                <w:rFonts w:ascii="Corbel" w:hAnsi="Corbel"/>
                <w:sz w:val="24"/>
                <w:szCs w:val="24"/>
              </w:rPr>
              <w:t>placówkach oświatowych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</w:t>
            </w:r>
            <w:r w:rsidR="00AC162D">
              <w:rPr>
                <w:rFonts w:ascii="Corbel" w:hAnsi="Corbel"/>
                <w:sz w:val="24"/>
                <w:szCs w:val="24"/>
              </w:rPr>
              <w:t xml:space="preserve">ich </w:t>
            </w:r>
            <w:r w:rsidRPr="00B7686D">
              <w:rPr>
                <w:rFonts w:ascii="Corbel" w:hAnsi="Corbel"/>
                <w:sz w:val="24"/>
                <w:szCs w:val="24"/>
              </w:rPr>
              <w:t>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AC162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AC162D">
              <w:rPr>
                <w:rFonts w:ascii="Corbel" w:hAnsi="Corbel"/>
                <w:sz w:val="24"/>
                <w:szCs w:val="24"/>
              </w:rPr>
              <w:t>w placówce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opiekuńczo-wychowawczych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196C9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  <w:r w:rsidR="00196C9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96C98" w:rsidRPr="00D74A64">
              <w:rPr>
                <w:rFonts w:ascii="Corbel" w:hAnsi="Corbel"/>
                <w:sz w:val="24"/>
                <w:szCs w:val="24"/>
              </w:rPr>
              <w:t>analiza dokumentacji praktyki</w:t>
            </w:r>
          </w:p>
        </w:tc>
        <w:tc>
          <w:tcPr>
            <w:tcW w:w="2126" w:type="dxa"/>
          </w:tcPr>
          <w:p w:rsidR="00D74A64" w:rsidRPr="001B1845" w:rsidRDefault="004F59AA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 xml:space="preserve">Obserwacja w trakcie praktyki, opinia opiekuna </w:t>
            </w:r>
            <w:r w:rsidRPr="00D74A64">
              <w:rPr>
                <w:rFonts w:ascii="Corbel" w:hAnsi="Corbel"/>
                <w:sz w:val="24"/>
                <w:szCs w:val="24"/>
              </w:rPr>
              <w:lastRenderedPageBreak/>
              <w:t>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lastRenderedPageBreak/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196C9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Pozytywna ocena przebiegu praktyki przez opiekuna w </w:t>
            </w:r>
            <w:r w:rsidR="00196C98">
              <w:rPr>
                <w:rFonts w:ascii="Corbel" w:hAnsi="Corbel"/>
                <w:b w:val="0"/>
                <w:smallCaps w:val="0"/>
                <w:szCs w:val="24"/>
              </w:rPr>
              <w:t>placówce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96C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96C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120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6390C" w:rsidRPr="00953CBF" w:rsidRDefault="0076390C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472C42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196C98" w:rsidRPr="00472C42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:rsid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96C98" w:rsidRPr="00196C98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96C98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96C98" w:rsidRPr="00953CBF" w:rsidRDefault="00196C9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390C" w:rsidRPr="00953CBF" w:rsidRDefault="0076390C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96C98" w:rsidRPr="00953CBF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196C98" w:rsidRDefault="00196C98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pozwolić, kiedy zabronić w klasie</w:t>
            </w:r>
            <w:r w:rsidRPr="00FC6B8C">
              <w:rPr>
                <w:rFonts w:ascii="Corbel" w:hAnsi="Corbel"/>
                <w:sz w:val="24"/>
                <w:szCs w:val="24"/>
              </w:rPr>
              <w:t>, Gdańsk 2008.</w:t>
            </w:r>
          </w:p>
          <w:p w:rsidR="00196C98" w:rsidRPr="00FC6B8C" w:rsidRDefault="00196C98" w:rsidP="00196C9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MacKenzie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 R. J., </w:t>
            </w:r>
            <w:r w:rsidRPr="00FC6B8C">
              <w:rPr>
                <w:rFonts w:ascii="Corbel" w:hAnsi="Corbel"/>
                <w:i/>
                <w:sz w:val="24"/>
                <w:szCs w:val="24"/>
              </w:rPr>
              <w:t>Kiedy pozwolić? Kiedy zabronić? Łagodnie, konsekwentnie, z szacunkiem</w:t>
            </w:r>
            <w:r w:rsidRPr="00FC6B8C">
              <w:rPr>
                <w:rFonts w:ascii="Corbel" w:hAnsi="Corbel"/>
                <w:sz w:val="24"/>
                <w:szCs w:val="24"/>
              </w:rPr>
              <w:t>, Sopot 2013.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196C98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196C98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196C98" w:rsidRPr="00FC6B8C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196C98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789" w:rsidRDefault="002E4789" w:rsidP="00C16ABF">
      <w:pPr>
        <w:spacing w:after="0" w:line="240" w:lineRule="auto"/>
      </w:pPr>
      <w:r>
        <w:separator/>
      </w:r>
    </w:p>
  </w:endnote>
  <w:endnote w:type="continuationSeparator" w:id="0">
    <w:p w:rsidR="002E4789" w:rsidRDefault="002E47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789" w:rsidRDefault="002E4789" w:rsidP="00C16ABF">
      <w:pPr>
        <w:spacing w:after="0" w:line="240" w:lineRule="auto"/>
      </w:pPr>
      <w:r>
        <w:separator/>
      </w:r>
    </w:p>
  </w:footnote>
  <w:footnote w:type="continuationSeparator" w:id="0">
    <w:p w:rsidR="002E4789" w:rsidRDefault="002E478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EF4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0DA2"/>
    <w:rsid w:val="001249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C98"/>
    <w:rsid w:val="001A0066"/>
    <w:rsid w:val="001A70D2"/>
    <w:rsid w:val="001B7FDF"/>
    <w:rsid w:val="001C323A"/>
    <w:rsid w:val="001C39BC"/>
    <w:rsid w:val="001D657B"/>
    <w:rsid w:val="001D7B54"/>
    <w:rsid w:val="001E0209"/>
    <w:rsid w:val="001F2CA2"/>
    <w:rsid w:val="001F46BA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E478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06A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8D7"/>
    <w:rsid w:val="00414E3C"/>
    <w:rsid w:val="004152A7"/>
    <w:rsid w:val="0042244A"/>
    <w:rsid w:val="0042745A"/>
    <w:rsid w:val="004313F4"/>
    <w:rsid w:val="00431D5C"/>
    <w:rsid w:val="004362C6"/>
    <w:rsid w:val="00436DA9"/>
    <w:rsid w:val="00437FA2"/>
    <w:rsid w:val="00445970"/>
    <w:rsid w:val="00456DE9"/>
    <w:rsid w:val="0045729E"/>
    <w:rsid w:val="004601A3"/>
    <w:rsid w:val="00461EFC"/>
    <w:rsid w:val="004652C2"/>
    <w:rsid w:val="00467C3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9AA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36DE"/>
    <w:rsid w:val="005E6E85"/>
    <w:rsid w:val="005F31D2"/>
    <w:rsid w:val="0061029B"/>
    <w:rsid w:val="00617230"/>
    <w:rsid w:val="00621CE1"/>
    <w:rsid w:val="00627FC9"/>
    <w:rsid w:val="006355A6"/>
    <w:rsid w:val="00647FA8"/>
    <w:rsid w:val="00650C5F"/>
    <w:rsid w:val="00654934"/>
    <w:rsid w:val="006620D9"/>
    <w:rsid w:val="00671958"/>
    <w:rsid w:val="00675843"/>
    <w:rsid w:val="0067598D"/>
    <w:rsid w:val="00687C2E"/>
    <w:rsid w:val="00696477"/>
    <w:rsid w:val="006A4B83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0C1C"/>
    <w:rsid w:val="007327BD"/>
    <w:rsid w:val="00734608"/>
    <w:rsid w:val="007420DC"/>
    <w:rsid w:val="00745302"/>
    <w:rsid w:val="007461D6"/>
    <w:rsid w:val="00746EC8"/>
    <w:rsid w:val="0076390C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3C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EDA"/>
    <w:rsid w:val="009508DF"/>
    <w:rsid w:val="00950DAC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5B5"/>
    <w:rsid w:val="00A84C85"/>
    <w:rsid w:val="00A97DE1"/>
    <w:rsid w:val="00AB053C"/>
    <w:rsid w:val="00AC162D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1423"/>
    <w:rsid w:val="00B43B77"/>
    <w:rsid w:val="00B43E80"/>
    <w:rsid w:val="00B607DB"/>
    <w:rsid w:val="00B66529"/>
    <w:rsid w:val="00B756E1"/>
    <w:rsid w:val="00B75946"/>
    <w:rsid w:val="00B75B90"/>
    <w:rsid w:val="00B7686D"/>
    <w:rsid w:val="00B8056E"/>
    <w:rsid w:val="00B819C8"/>
    <w:rsid w:val="00B82308"/>
    <w:rsid w:val="00B90885"/>
    <w:rsid w:val="00BA27AE"/>
    <w:rsid w:val="00BB3F6E"/>
    <w:rsid w:val="00BB520A"/>
    <w:rsid w:val="00BB5C74"/>
    <w:rsid w:val="00BD3869"/>
    <w:rsid w:val="00BD66E9"/>
    <w:rsid w:val="00BD6FF4"/>
    <w:rsid w:val="00BE5FAF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2526"/>
    <w:rsid w:val="00D74119"/>
    <w:rsid w:val="00D74A64"/>
    <w:rsid w:val="00D8075B"/>
    <w:rsid w:val="00D83602"/>
    <w:rsid w:val="00D8678B"/>
    <w:rsid w:val="00D97B58"/>
    <w:rsid w:val="00DA2114"/>
    <w:rsid w:val="00DB7A3E"/>
    <w:rsid w:val="00DC31C8"/>
    <w:rsid w:val="00DE09C0"/>
    <w:rsid w:val="00DE4A14"/>
    <w:rsid w:val="00DF320D"/>
    <w:rsid w:val="00DF71C8"/>
    <w:rsid w:val="00E10D1B"/>
    <w:rsid w:val="00E129B8"/>
    <w:rsid w:val="00E2033A"/>
    <w:rsid w:val="00E21E7D"/>
    <w:rsid w:val="00E22FBC"/>
    <w:rsid w:val="00E24BF5"/>
    <w:rsid w:val="00E25338"/>
    <w:rsid w:val="00E312EE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1760"/>
    <w:rsid w:val="00ED32D2"/>
    <w:rsid w:val="00EE32DE"/>
    <w:rsid w:val="00EE5457"/>
    <w:rsid w:val="00EF775F"/>
    <w:rsid w:val="00F070AB"/>
    <w:rsid w:val="00F17567"/>
    <w:rsid w:val="00F27A7B"/>
    <w:rsid w:val="00F40648"/>
    <w:rsid w:val="00F526AF"/>
    <w:rsid w:val="00F617C3"/>
    <w:rsid w:val="00F7066B"/>
    <w:rsid w:val="00F8285E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9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177F1-8F87-46D3-81D7-3A86C2BE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1139</Words>
  <Characters>6837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2019-12-13T09:54:00Z</cp:lastPrinted>
  <dcterms:created xsi:type="dcterms:W3CDTF">2019-11-18T13:23:00Z</dcterms:created>
  <dcterms:modified xsi:type="dcterms:W3CDTF">2021-01-18T06:58:00Z</dcterms:modified>
</cp:coreProperties>
</file>